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43F2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77777777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21F6">
        <w:rPr>
          <w:rFonts w:ascii="Corbel" w:hAnsi="Corbel"/>
          <w:i/>
          <w:smallCaps/>
          <w:sz w:val="24"/>
          <w:szCs w:val="24"/>
        </w:rPr>
        <w:t>2020-2022</w:t>
      </w:r>
      <w:r w:rsidR="005D21F6" w:rsidRPr="00DC75B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74694F6" w14:textId="77777777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2020/2021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E/II/GFiR/C.2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</w:tbl>
    <w:p w14:paraId="60E67E8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F27268">
              <w:rPr>
                <w:rFonts w:ascii="Corbel" w:hAnsi="Corbel"/>
                <w:b w:val="0"/>
                <w:szCs w:val="24"/>
              </w:rPr>
              <w:t>6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1DA8C2F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6E4CB454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5A174B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z tytułu wynagrodzeń w świetle przepisów podatkowych, rozrachunki z tytułu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publiczno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ewidencje i sprawozdawczość.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nansowa: od teorii do praktyki.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Nesterowicz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 W., Hońko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Kiziukiewicz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98E2E" w14:textId="77777777" w:rsidR="007C68E8" w:rsidRDefault="007C68E8" w:rsidP="00C16ABF">
      <w:pPr>
        <w:spacing w:after="0" w:line="240" w:lineRule="auto"/>
      </w:pPr>
      <w:r>
        <w:separator/>
      </w:r>
    </w:p>
  </w:endnote>
  <w:endnote w:type="continuationSeparator" w:id="0">
    <w:p w14:paraId="3CF0D00A" w14:textId="77777777" w:rsidR="007C68E8" w:rsidRDefault="007C68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51F19" w14:textId="77777777" w:rsidR="007C68E8" w:rsidRDefault="007C68E8" w:rsidP="00C16ABF">
      <w:pPr>
        <w:spacing w:after="0" w:line="240" w:lineRule="auto"/>
      </w:pPr>
      <w:r>
        <w:separator/>
      </w:r>
    </w:p>
  </w:footnote>
  <w:footnote w:type="continuationSeparator" w:id="0">
    <w:p w14:paraId="032DD125" w14:textId="77777777" w:rsidR="007C68E8" w:rsidRDefault="007C68E8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07B1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B75008-EF2B-479C-826C-82461D16E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9BC143-5D15-4C06-91B1-DF85B3A1D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1213</Words>
  <Characters>7284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7</cp:revision>
  <cp:lastPrinted>2019-02-06T12:12:00Z</cp:lastPrinted>
  <dcterms:created xsi:type="dcterms:W3CDTF">2020-11-27T19:59:00Z</dcterms:created>
  <dcterms:modified xsi:type="dcterms:W3CDTF">2020-12-20T05:55:00Z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